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5AC" w:rsidRPr="000F656B" w:rsidRDefault="00A855AC" w:rsidP="00CA17F2">
      <w:pPr>
        <w:tabs>
          <w:tab w:val="center" w:pos="7230"/>
        </w:tabs>
        <w:spacing w:line="276" w:lineRule="auto"/>
        <w:jc w:val="both"/>
        <w:rPr>
          <w:rFonts w:cs="Calibri"/>
          <w:b/>
          <w:bCs/>
          <w:sz w:val="22"/>
          <w:szCs w:val="22"/>
        </w:rPr>
      </w:pPr>
      <w:r w:rsidRPr="00E2680D">
        <w:rPr>
          <w:rFonts w:cs="Calibri"/>
          <w:b/>
          <w:bCs/>
          <w:noProof/>
          <w:sz w:val="22"/>
          <w:szCs w:val="22"/>
        </w:rPr>
        <w:t>Příloha</w:t>
      </w:r>
      <w:r>
        <w:rPr>
          <w:rFonts w:cs="Calibri"/>
          <w:b/>
          <w:bCs/>
          <w:noProof/>
          <w:sz w:val="22"/>
          <w:szCs w:val="22"/>
        </w:rPr>
        <w:t xml:space="preserve"> </w:t>
      </w:r>
      <w:r w:rsidRPr="00E2680D">
        <w:rPr>
          <w:rFonts w:cs="Calibri"/>
          <w:b/>
          <w:bCs/>
          <w:noProof/>
          <w:sz w:val="22"/>
          <w:szCs w:val="22"/>
        </w:rPr>
        <w:t>č.6</w:t>
      </w:r>
      <w:r>
        <w:rPr>
          <w:rFonts w:cs="Calibri"/>
          <w:b/>
          <w:bCs/>
          <w:noProof/>
          <w:sz w:val="22"/>
          <w:szCs w:val="22"/>
        </w:rPr>
        <w:t xml:space="preserve"> </w:t>
      </w:r>
      <w:r w:rsidRPr="00E2680D">
        <w:rPr>
          <w:rFonts w:cs="Calibri"/>
          <w:b/>
          <w:bCs/>
          <w:noProof/>
          <w:sz w:val="22"/>
          <w:szCs w:val="22"/>
        </w:rPr>
        <w:t>Zadávací dokumentace</w:t>
      </w:r>
    </w:p>
    <w:p w:rsidR="00A855AC" w:rsidRPr="000F656B" w:rsidRDefault="00A855AC" w:rsidP="00CA17F2">
      <w:pPr>
        <w:tabs>
          <w:tab w:val="center" w:pos="7230"/>
        </w:tabs>
        <w:spacing w:line="276" w:lineRule="auto"/>
        <w:jc w:val="both"/>
        <w:rPr>
          <w:rFonts w:cs="Calibri"/>
          <w:b/>
          <w:sz w:val="16"/>
          <w:szCs w:val="16"/>
        </w:rPr>
      </w:pPr>
    </w:p>
    <w:p w:rsidR="00A855AC" w:rsidRPr="00CA17F2" w:rsidRDefault="00A855AC" w:rsidP="00CA17F2">
      <w:pPr>
        <w:tabs>
          <w:tab w:val="center" w:pos="7230"/>
        </w:tabs>
        <w:spacing w:line="276" w:lineRule="auto"/>
        <w:jc w:val="center"/>
        <w:rPr>
          <w:rFonts w:cs="Calibri"/>
          <w:b/>
          <w:bCs/>
          <w:kern w:val="36"/>
          <w:sz w:val="28"/>
          <w:szCs w:val="28"/>
        </w:rPr>
      </w:pPr>
      <w:r w:rsidRPr="00E2680D">
        <w:rPr>
          <w:rFonts w:cs="Calibri"/>
          <w:b/>
          <w:bCs/>
          <w:noProof/>
          <w:kern w:val="36"/>
          <w:sz w:val="28"/>
          <w:szCs w:val="28"/>
        </w:rPr>
        <w:t>Čestné prohlášení k sociálně odpovědnému zadávání</w:t>
      </w:r>
      <w:r>
        <w:rPr>
          <w:rFonts w:cs="Calibri"/>
          <w:b/>
          <w:bCs/>
          <w:kern w:val="36"/>
          <w:sz w:val="28"/>
          <w:szCs w:val="28"/>
        </w:rPr>
        <w:t xml:space="preserve"> zakázek</w:t>
      </w:r>
    </w:p>
    <w:tbl>
      <w:tblPr>
        <w:tblW w:w="9455" w:type="dxa"/>
        <w:jc w:val="center"/>
        <w:tblInd w:w="184" w:type="dxa"/>
        <w:tblCellMar>
          <w:top w:w="100" w:type="dxa"/>
          <w:left w:w="100" w:type="dxa"/>
          <w:bottom w:w="100" w:type="dxa"/>
          <w:right w:w="100" w:type="dxa"/>
        </w:tblCellMar>
        <w:tblLook w:val="00A0"/>
      </w:tblPr>
      <w:tblGrid>
        <w:gridCol w:w="3878"/>
        <w:gridCol w:w="5577"/>
      </w:tblGrid>
      <w:tr w:rsidR="00A855AC" w:rsidRPr="001674CF" w:rsidTr="008938C4">
        <w:trPr>
          <w:jc w:val="center"/>
        </w:trPr>
        <w:tc>
          <w:tcPr>
            <w:tcW w:w="387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A855AC" w:rsidRPr="001674CF" w:rsidRDefault="00A855AC" w:rsidP="00635079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557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A855AC" w:rsidRPr="00CB002E" w:rsidRDefault="00A855AC" w:rsidP="00635079">
            <w:pPr>
              <w:rPr>
                <w:rFonts w:cs="Calibri"/>
                <w:b/>
              </w:rPr>
            </w:pPr>
            <w:r w:rsidRPr="00E2680D">
              <w:rPr>
                <w:rFonts w:cs="Calibri"/>
                <w:b/>
                <w:noProof/>
                <w:sz w:val="22"/>
                <w:szCs w:val="22"/>
              </w:rPr>
              <w:t>Chlum Svaté Maří - restaurování hlavního oltáře v kostele Nanebevzetí Panny Marie</w:t>
            </w:r>
          </w:p>
        </w:tc>
      </w:tr>
      <w:tr w:rsidR="00A855AC" w:rsidRPr="001674CF" w:rsidTr="008938C4">
        <w:trPr>
          <w:jc w:val="center"/>
        </w:trPr>
        <w:tc>
          <w:tcPr>
            <w:tcW w:w="387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A855AC" w:rsidRPr="001674CF" w:rsidRDefault="00A855AC" w:rsidP="00C23DC7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Název účastníka:</w:t>
            </w:r>
          </w:p>
        </w:tc>
        <w:tc>
          <w:tcPr>
            <w:tcW w:w="557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A855AC" w:rsidRPr="001674CF" w:rsidRDefault="00A855AC" w:rsidP="00C23DC7">
            <w:pPr>
              <w:rPr>
                <w:rFonts w:cs="Calibri"/>
              </w:rPr>
            </w:pPr>
          </w:p>
        </w:tc>
      </w:tr>
      <w:tr w:rsidR="00A855AC" w:rsidRPr="001674CF" w:rsidTr="008938C4">
        <w:trPr>
          <w:jc w:val="center"/>
        </w:trPr>
        <w:tc>
          <w:tcPr>
            <w:tcW w:w="387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A855AC" w:rsidRPr="001674CF" w:rsidRDefault="00A855AC" w:rsidP="00C23DC7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57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A855AC" w:rsidRPr="001674CF" w:rsidRDefault="00A855AC" w:rsidP="00C23DC7">
            <w:pPr>
              <w:rPr>
                <w:rFonts w:cs="Calibri"/>
              </w:rPr>
            </w:pPr>
          </w:p>
        </w:tc>
      </w:tr>
      <w:tr w:rsidR="00A855AC" w:rsidRPr="001674CF" w:rsidTr="008938C4">
        <w:trPr>
          <w:jc w:val="center"/>
        </w:trPr>
        <w:tc>
          <w:tcPr>
            <w:tcW w:w="387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A855AC" w:rsidRPr="001674CF" w:rsidRDefault="00A855AC" w:rsidP="00C23DC7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57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A855AC" w:rsidRPr="001674CF" w:rsidRDefault="00A855AC" w:rsidP="00C23DC7">
            <w:pPr>
              <w:rPr>
                <w:rFonts w:cs="Calibri"/>
              </w:rPr>
            </w:pPr>
          </w:p>
        </w:tc>
      </w:tr>
    </w:tbl>
    <w:p w:rsidR="00A855AC" w:rsidRDefault="00A855AC" w:rsidP="003866DC">
      <w:pPr>
        <w:tabs>
          <w:tab w:val="center" w:pos="7230"/>
        </w:tabs>
        <w:spacing w:line="276" w:lineRule="auto"/>
        <w:jc w:val="both"/>
        <w:rPr>
          <w:szCs w:val="20"/>
        </w:rPr>
      </w:pPr>
    </w:p>
    <w:p w:rsidR="00A855AC" w:rsidRDefault="00A855AC" w:rsidP="003866DC">
      <w:pPr>
        <w:tabs>
          <w:tab w:val="center" w:pos="7230"/>
        </w:tabs>
        <w:spacing w:line="276" w:lineRule="auto"/>
        <w:jc w:val="both"/>
        <w:rPr>
          <w:szCs w:val="20"/>
        </w:rPr>
      </w:pPr>
    </w:p>
    <w:p w:rsidR="00A855AC" w:rsidRPr="00345BC7" w:rsidRDefault="00A855AC" w:rsidP="003866DC">
      <w:pPr>
        <w:tabs>
          <w:tab w:val="center" w:pos="7230"/>
        </w:tabs>
        <w:spacing w:line="276" w:lineRule="auto"/>
        <w:jc w:val="both"/>
        <w:rPr>
          <w:szCs w:val="20"/>
        </w:rPr>
      </w:pPr>
      <w:r w:rsidRPr="00345BC7">
        <w:rPr>
          <w:szCs w:val="20"/>
        </w:rPr>
        <w:t>Dodavatel čestně prohlašuje, že, bude-li s ním uzavřena smlouva na veřejnou zakázku, zajistí</w:t>
      </w:r>
      <w:r>
        <w:rPr>
          <w:szCs w:val="20"/>
        </w:rPr>
        <w:t xml:space="preserve"> </w:t>
      </w:r>
      <w:r w:rsidRPr="00345BC7">
        <w:rPr>
          <w:szCs w:val="20"/>
        </w:rPr>
        <w:t>po celou dobu plnění veřejné zakázky</w:t>
      </w:r>
      <w:r>
        <w:rPr>
          <w:szCs w:val="20"/>
        </w:rPr>
        <w:t xml:space="preserve"> </w:t>
      </w:r>
    </w:p>
    <w:p w:rsidR="00A855AC" w:rsidRPr="00345BC7" w:rsidRDefault="00A855AC" w:rsidP="003866DC">
      <w:pPr>
        <w:tabs>
          <w:tab w:val="center" w:pos="7230"/>
        </w:tabs>
        <w:spacing w:line="276" w:lineRule="auto"/>
        <w:ind w:left="709"/>
        <w:jc w:val="both"/>
        <w:rPr>
          <w:szCs w:val="20"/>
        </w:rPr>
      </w:pPr>
      <w:r w:rsidRPr="00345BC7">
        <w:rPr>
          <w:szCs w:val="20"/>
        </w:rPr>
        <w:t>a) plnění veškerých povinností vyplývající z právních předpisů České republiky, zejména pak</w:t>
      </w:r>
      <w:r>
        <w:rPr>
          <w:szCs w:val="20"/>
        </w:rPr>
        <w:t xml:space="preserve"> </w:t>
      </w:r>
      <w:r w:rsidRPr="00345BC7">
        <w:rPr>
          <w:szCs w:val="20"/>
        </w:rPr>
        <w:t>z předpisů pracovněprávních, předpisů z oblasti zaměstnanosti a bezpečnosti ochrany</w:t>
      </w:r>
      <w:r>
        <w:rPr>
          <w:szCs w:val="20"/>
        </w:rPr>
        <w:t xml:space="preserve"> </w:t>
      </w:r>
      <w:r w:rsidRPr="00345BC7">
        <w:rPr>
          <w:szCs w:val="20"/>
        </w:rPr>
        <w:t>zdraví při práci, a to vůči všem osobám, které se na plnění veřejné zakázky podílejí; plnění</w:t>
      </w:r>
      <w:r>
        <w:rPr>
          <w:szCs w:val="20"/>
        </w:rPr>
        <w:t xml:space="preserve"> </w:t>
      </w:r>
      <w:r w:rsidRPr="00345BC7">
        <w:rPr>
          <w:szCs w:val="20"/>
        </w:rPr>
        <w:t>těchto povinností zajistí dodavatel i u svých poddodavatelů,</w:t>
      </w:r>
    </w:p>
    <w:p w:rsidR="00A855AC" w:rsidRDefault="00A855AC" w:rsidP="003866DC">
      <w:pPr>
        <w:tabs>
          <w:tab w:val="center" w:pos="7230"/>
        </w:tabs>
        <w:spacing w:line="276" w:lineRule="auto"/>
        <w:ind w:left="708" w:hanging="567"/>
        <w:jc w:val="both"/>
        <w:rPr>
          <w:szCs w:val="20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/>
      </w:tblPr>
      <w:tblGrid>
        <w:gridCol w:w="11137"/>
      </w:tblGrid>
      <w:tr w:rsidR="00A855AC" w:rsidRPr="00A95DB0" w:rsidDel="00F510C3" w:rsidTr="00C23DC7">
        <w:tc>
          <w:tcPr>
            <w:tcW w:w="10915" w:type="dxa"/>
          </w:tcPr>
          <w:p w:rsidR="00A855AC" w:rsidRPr="00A95DB0" w:rsidDel="00F510C3" w:rsidRDefault="00A855AC" w:rsidP="00C23DC7">
            <w:pPr>
              <w:spacing w:line="276" w:lineRule="auto"/>
              <w:jc w:val="right"/>
            </w:pPr>
            <w:r w:rsidRPr="00A95DB0">
              <w:t>…………………………………………………………………</w:t>
            </w:r>
          </w:p>
        </w:tc>
      </w:tr>
      <w:tr w:rsidR="00A855AC" w:rsidRPr="00A95DB0" w:rsidDel="00F510C3" w:rsidTr="00C23DC7">
        <w:tc>
          <w:tcPr>
            <w:tcW w:w="10915" w:type="dxa"/>
          </w:tcPr>
          <w:p w:rsidR="00A855AC" w:rsidRPr="00A95DB0" w:rsidRDefault="00A855AC" w:rsidP="00C23DC7">
            <w:pPr>
              <w:spacing w:line="276" w:lineRule="auto"/>
              <w:jc w:val="right"/>
              <w:rPr>
                <w:i/>
              </w:rPr>
            </w:pPr>
            <w:r w:rsidRPr="00A95DB0">
              <w:rPr>
                <w:i/>
              </w:rPr>
              <w:t>(Obchodní firma, jméno a podpis osoby oprávněná jednat za účastníka - doplní účastník)</w:t>
            </w:r>
          </w:p>
          <w:p w:rsidR="00A855AC" w:rsidRPr="00A95DB0" w:rsidDel="00F510C3" w:rsidRDefault="00A855AC" w:rsidP="00C23DC7">
            <w:pPr>
              <w:spacing w:line="276" w:lineRule="auto"/>
              <w:jc w:val="center"/>
              <w:rPr>
                <w:i/>
              </w:rPr>
            </w:pPr>
          </w:p>
        </w:tc>
      </w:tr>
    </w:tbl>
    <w:p w:rsidR="00A855AC" w:rsidRDefault="00A855AC">
      <w:pPr>
        <w:sectPr w:rsidR="00A855AC" w:rsidSect="007D040E">
          <w:pgSz w:w="11904" w:h="16838"/>
          <w:pgMar w:top="749" w:right="1416" w:bottom="709" w:left="1416" w:header="709" w:footer="709" w:gutter="0"/>
          <w:pgNumType w:start="1"/>
          <w:cols w:space="708"/>
          <w:docGrid w:linePitch="272"/>
        </w:sectPr>
      </w:pPr>
    </w:p>
    <w:p w:rsidR="00A855AC" w:rsidRDefault="00A855AC"/>
    <w:sectPr w:rsidR="00A855AC" w:rsidSect="007D040E">
      <w:type w:val="continuous"/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5AC" w:rsidRDefault="00A855AC" w:rsidP="004E06A5">
      <w:r>
        <w:separator/>
      </w:r>
    </w:p>
  </w:endnote>
  <w:endnote w:type="continuationSeparator" w:id="0">
    <w:p w:rsidR="00A855AC" w:rsidRDefault="00A855AC" w:rsidP="004E0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5AC" w:rsidRDefault="00A855AC" w:rsidP="004E06A5">
      <w:r>
        <w:separator/>
      </w:r>
    </w:p>
  </w:footnote>
  <w:footnote w:type="continuationSeparator" w:id="0">
    <w:p w:rsidR="00A855AC" w:rsidRDefault="00A855AC" w:rsidP="004E06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6A5"/>
    <w:rsid w:val="00014735"/>
    <w:rsid w:val="00052273"/>
    <w:rsid w:val="000C4B75"/>
    <w:rsid w:val="000F4984"/>
    <w:rsid w:val="000F656B"/>
    <w:rsid w:val="001674CF"/>
    <w:rsid w:val="001702C6"/>
    <w:rsid w:val="00176582"/>
    <w:rsid w:val="002309E7"/>
    <w:rsid w:val="002846D4"/>
    <w:rsid w:val="002A2D3D"/>
    <w:rsid w:val="002B163A"/>
    <w:rsid w:val="0034240A"/>
    <w:rsid w:val="00345BC7"/>
    <w:rsid w:val="003866DC"/>
    <w:rsid w:val="003B7E61"/>
    <w:rsid w:val="003C7818"/>
    <w:rsid w:val="003E5004"/>
    <w:rsid w:val="003E56FF"/>
    <w:rsid w:val="003F2F12"/>
    <w:rsid w:val="003F75BE"/>
    <w:rsid w:val="004B0C43"/>
    <w:rsid w:val="004B4EE7"/>
    <w:rsid w:val="004E06A5"/>
    <w:rsid w:val="00577F81"/>
    <w:rsid w:val="005822BE"/>
    <w:rsid w:val="00590278"/>
    <w:rsid w:val="00591B03"/>
    <w:rsid w:val="005A0C70"/>
    <w:rsid w:val="00616534"/>
    <w:rsid w:val="006210B0"/>
    <w:rsid w:val="0063333C"/>
    <w:rsid w:val="00635079"/>
    <w:rsid w:val="00642006"/>
    <w:rsid w:val="00697B33"/>
    <w:rsid w:val="006E3A3A"/>
    <w:rsid w:val="006F7580"/>
    <w:rsid w:val="00710152"/>
    <w:rsid w:val="0073633B"/>
    <w:rsid w:val="0079580B"/>
    <w:rsid w:val="007C7E54"/>
    <w:rsid w:val="007D040E"/>
    <w:rsid w:val="007F3A7F"/>
    <w:rsid w:val="00832B3B"/>
    <w:rsid w:val="008672D1"/>
    <w:rsid w:val="008839BF"/>
    <w:rsid w:val="00884F34"/>
    <w:rsid w:val="008938C4"/>
    <w:rsid w:val="008B462C"/>
    <w:rsid w:val="008E52CE"/>
    <w:rsid w:val="00942D71"/>
    <w:rsid w:val="00964881"/>
    <w:rsid w:val="00980C29"/>
    <w:rsid w:val="00A855AC"/>
    <w:rsid w:val="00A95DB0"/>
    <w:rsid w:val="00AF0EA2"/>
    <w:rsid w:val="00B036E6"/>
    <w:rsid w:val="00B238F9"/>
    <w:rsid w:val="00B2414F"/>
    <w:rsid w:val="00B40031"/>
    <w:rsid w:val="00BC19C3"/>
    <w:rsid w:val="00BF3E82"/>
    <w:rsid w:val="00C15870"/>
    <w:rsid w:val="00C23DC7"/>
    <w:rsid w:val="00C82ABE"/>
    <w:rsid w:val="00CA17F2"/>
    <w:rsid w:val="00CA34B0"/>
    <w:rsid w:val="00CB002E"/>
    <w:rsid w:val="00CB754E"/>
    <w:rsid w:val="00CC10E8"/>
    <w:rsid w:val="00CC5601"/>
    <w:rsid w:val="00CD7566"/>
    <w:rsid w:val="00D60C81"/>
    <w:rsid w:val="00D91427"/>
    <w:rsid w:val="00E2680D"/>
    <w:rsid w:val="00E71FEF"/>
    <w:rsid w:val="00EB18FC"/>
    <w:rsid w:val="00EB4F3B"/>
    <w:rsid w:val="00ED393D"/>
    <w:rsid w:val="00EF0D6C"/>
    <w:rsid w:val="00F075F4"/>
    <w:rsid w:val="00F43C49"/>
    <w:rsid w:val="00F510C3"/>
    <w:rsid w:val="00F6308A"/>
    <w:rsid w:val="00F72894"/>
    <w:rsid w:val="00FA77D0"/>
    <w:rsid w:val="00FB0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870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866DC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866DC"/>
    <w:rPr>
      <w:rFonts w:ascii="Times New Roman" w:hAnsi="Times New Roman" w:cs="Times New Roman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117</Words>
  <Characters>697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Jakub Kubicek</dc:creator>
  <cp:keywords/>
  <dc:description/>
  <cp:lastModifiedBy>HP</cp:lastModifiedBy>
  <cp:revision>1</cp:revision>
  <dcterms:created xsi:type="dcterms:W3CDTF">2021-10-11T05:01:00Z</dcterms:created>
  <dcterms:modified xsi:type="dcterms:W3CDTF">2021-10-11T05:02:00Z</dcterms:modified>
</cp:coreProperties>
</file>